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35514DB4" w:rsidR="002E3F29" w:rsidRPr="000763C0" w:rsidRDefault="002E3F29">
      <w:pPr>
        <w:rPr>
          <w:sz w:val="20"/>
          <w:szCs w:val="20"/>
        </w:rPr>
      </w:pPr>
    </w:p>
    <w:p w14:paraId="346DCF37" w14:textId="77777777" w:rsidR="000763C0" w:rsidRPr="000763C0" w:rsidRDefault="000763C0" w:rsidP="000763C0">
      <w:pPr>
        <w:pStyle w:val="NoSpacing"/>
        <w:rPr>
          <w:sz w:val="20"/>
          <w:szCs w:val="20"/>
        </w:rPr>
      </w:pPr>
      <w:r w:rsidRPr="000763C0">
        <w:rPr>
          <w:sz w:val="20"/>
          <w:szCs w:val="20"/>
        </w:rPr>
        <w:t>Activiteit</w:t>
      </w:r>
    </w:p>
    <w:p w14:paraId="3EB43B49" w14:textId="0E46F41C" w:rsidR="000763C0" w:rsidRPr="000763C0" w:rsidRDefault="000763C0" w:rsidP="000763C0">
      <w:pPr>
        <w:pStyle w:val="Default"/>
        <w:rPr>
          <w:sz w:val="20"/>
          <w:szCs w:val="20"/>
          <w:u w:val="none"/>
          <w:lang w:val="nl-NL"/>
        </w:rPr>
      </w:pPr>
      <w:r w:rsidRPr="000763C0">
        <w:rPr>
          <w:sz w:val="20"/>
          <w:szCs w:val="20"/>
          <w:u w:val="none"/>
          <w:lang w:val="nl-NL"/>
        </w:rPr>
        <w:t xml:space="preserve">Van magneten weet je waarschijnlijk wel hoe ze werken. </w:t>
      </w:r>
      <w:r w:rsidRPr="000763C0">
        <w:rPr>
          <w:sz w:val="20"/>
          <w:szCs w:val="20"/>
          <w:u w:val="none"/>
          <w:lang w:val="nl-NL"/>
        </w:rPr>
        <w:t>IJzeren</w:t>
      </w:r>
      <w:r w:rsidRPr="000763C0">
        <w:rPr>
          <w:sz w:val="20"/>
          <w:szCs w:val="20"/>
          <w:u w:val="none"/>
          <w:lang w:val="nl-NL"/>
        </w:rPr>
        <w:t xml:space="preserve"> voorwerpen worden door magneten </w:t>
      </w:r>
      <w:r w:rsidRPr="000763C0">
        <w:rPr>
          <w:sz w:val="20"/>
          <w:szCs w:val="20"/>
          <w:u w:val="none"/>
          <w:lang w:val="nl-NL"/>
        </w:rPr>
        <w:t>aangetrokken,</w:t>
      </w:r>
      <w:r w:rsidRPr="000763C0">
        <w:rPr>
          <w:sz w:val="20"/>
          <w:szCs w:val="20"/>
          <w:u w:val="none"/>
          <w:lang w:val="nl-NL"/>
        </w:rPr>
        <w:t xml:space="preserve"> terwijl andere voorwerpen niet magnetisch zijn. Je kunt ook met een magneet een speld of een paperclip magnetisch maken door hem te verbinden met een magneet. Dit komt doordat er in ijzeren voorwerpen elektroden zitten die tijdelijk ook magnetisch gemaakt kunnen worden met een magneet in de buurt. Maar naast constante magneten bestaan er ook elektromagneten. Hoe zo'n magneet gemaakt wordt en werkt, kun je nu zelf proberen.</w:t>
      </w:r>
    </w:p>
    <w:p w14:paraId="0D6863DA" w14:textId="77777777" w:rsidR="000763C0" w:rsidRPr="000763C0" w:rsidRDefault="000763C0" w:rsidP="000763C0">
      <w:pPr>
        <w:pStyle w:val="NoSpacing"/>
        <w:rPr>
          <w:b w:val="0"/>
          <w:bCs w:val="0"/>
          <w:sz w:val="20"/>
          <w:szCs w:val="20"/>
        </w:rPr>
      </w:pPr>
    </w:p>
    <w:p w14:paraId="0F969921" w14:textId="77777777" w:rsidR="000763C0" w:rsidRPr="000763C0" w:rsidRDefault="000763C0" w:rsidP="000763C0">
      <w:pPr>
        <w:pStyle w:val="Default"/>
        <w:rPr>
          <w:sz w:val="20"/>
          <w:szCs w:val="20"/>
          <w:u w:val="none"/>
          <w:lang w:val="nl-NL"/>
        </w:rPr>
      </w:pPr>
      <w:r w:rsidRPr="000763C0">
        <w:rPr>
          <w:sz w:val="20"/>
          <w:szCs w:val="20"/>
          <w:u w:val="none"/>
          <w:lang w:val="nl-NL"/>
        </w:rPr>
        <w:t xml:space="preserve">Strip aan beide uiteinden van de draad een stukje van 3 cm van het isolatielaagje van de koperdraad eraf. </w:t>
      </w:r>
    </w:p>
    <w:p w14:paraId="2C9FE579" w14:textId="77777777" w:rsidR="000763C0" w:rsidRPr="000763C0" w:rsidRDefault="000763C0" w:rsidP="000763C0">
      <w:pPr>
        <w:pStyle w:val="Default"/>
        <w:rPr>
          <w:sz w:val="20"/>
          <w:szCs w:val="20"/>
          <w:u w:val="none"/>
          <w:lang w:val="nl-NL"/>
        </w:rPr>
      </w:pPr>
    </w:p>
    <w:p w14:paraId="1F7D30BA" w14:textId="62D23424" w:rsidR="000763C0" w:rsidRPr="000763C0" w:rsidRDefault="000763C0" w:rsidP="000763C0">
      <w:pPr>
        <w:pStyle w:val="Default"/>
        <w:rPr>
          <w:sz w:val="20"/>
          <w:szCs w:val="20"/>
          <w:u w:val="none"/>
          <w:lang w:val="nl-NL"/>
        </w:rPr>
      </w:pPr>
      <w:r w:rsidRPr="000763C0">
        <w:rPr>
          <w:sz w:val="20"/>
          <w:szCs w:val="20"/>
          <w:u w:val="none"/>
          <w:lang w:val="nl-NL"/>
        </w:rPr>
        <w:t xml:space="preserve">Knip een stukje plakband af en plak daarmee 1 van de uiteinden aan de batterij vast. Doe het zo dat het koper goed contact maakt met de pluspool van de batterij. </w:t>
      </w:r>
    </w:p>
    <w:p w14:paraId="7CEEBAF0" w14:textId="45B8B0F0" w:rsidR="000763C0" w:rsidRPr="000763C0" w:rsidRDefault="000763C0" w:rsidP="000763C0">
      <w:pPr>
        <w:pStyle w:val="Default"/>
        <w:rPr>
          <w:sz w:val="20"/>
          <w:szCs w:val="20"/>
          <w:u w:val="none"/>
          <w:lang w:val="nl-NL"/>
        </w:rPr>
      </w:pPr>
    </w:p>
    <w:p w14:paraId="20C309B8" w14:textId="55B4059B" w:rsidR="000763C0" w:rsidRPr="000763C0" w:rsidRDefault="000763C0" w:rsidP="000763C0">
      <w:pPr>
        <w:pStyle w:val="Default"/>
        <w:rPr>
          <w:sz w:val="20"/>
          <w:szCs w:val="20"/>
          <w:u w:val="none"/>
          <w:lang w:val="nl-NL"/>
        </w:rPr>
      </w:pPr>
      <w:r w:rsidRPr="000763C0">
        <w:rPr>
          <w:sz w:val="20"/>
          <w:szCs w:val="20"/>
          <w:u w:val="none"/>
          <w:lang w:val="nl-NL"/>
        </w:rPr>
        <w:t xml:space="preserve">Plak daarna de rest van de vrij liggende koperdraad aan dit uiteinde af met plakband. </w:t>
      </w:r>
    </w:p>
    <w:p w14:paraId="75588985" w14:textId="32D37979" w:rsidR="000763C0" w:rsidRPr="000763C0" w:rsidRDefault="000763C0" w:rsidP="000763C0">
      <w:pPr>
        <w:pStyle w:val="Default"/>
        <w:rPr>
          <w:sz w:val="20"/>
          <w:szCs w:val="20"/>
          <w:u w:val="none"/>
          <w:lang w:val="nl-NL"/>
        </w:rPr>
      </w:pPr>
      <w:r w:rsidRPr="000763C0">
        <w:rPr>
          <w:sz w:val="20"/>
          <w:szCs w:val="20"/>
          <w:lang w:val="nl-NL"/>
        </w:rPr>
        <w:drawing>
          <wp:anchor distT="0" distB="0" distL="114300" distR="114300" simplePos="0" relativeHeight="251658240" behindDoc="0" locked="0" layoutInCell="1" allowOverlap="1" wp14:anchorId="6C87118F" wp14:editId="7CC70713">
            <wp:simplePos x="0" y="0"/>
            <wp:positionH relativeFrom="column">
              <wp:posOffset>2349014</wp:posOffset>
            </wp:positionH>
            <wp:positionV relativeFrom="paragraph">
              <wp:posOffset>498489</wp:posOffset>
            </wp:positionV>
            <wp:extent cx="3394710" cy="2545715"/>
            <wp:effectExtent l="0" t="0" r="0" b="0"/>
            <wp:wrapSquare wrapText="bothSides"/>
            <wp:docPr id="5834186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3418675"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394710" cy="2545715"/>
                    </a:xfrm>
                    <a:prstGeom prst="rect">
                      <a:avLst/>
                    </a:prstGeom>
                  </pic:spPr>
                </pic:pic>
              </a:graphicData>
            </a:graphic>
            <wp14:sizeRelH relativeFrom="page">
              <wp14:pctWidth>0</wp14:pctWidth>
            </wp14:sizeRelH>
            <wp14:sizeRelV relativeFrom="page">
              <wp14:pctHeight>0</wp14:pctHeight>
            </wp14:sizeRelV>
          </wp:anchor>
        </w:drawing>
      </w:r>
      <w:r w:rsidRPr="000763C0">
        <w:rPr>
          <w:sz w:val="20"/>
          <w:szCs w:val="20"/>
          <w:u w:val="none"/>
          <w:lang w:val="nl-NL"/>
        </w:rPr>
        <w:t xml:space="preserve">Begin 20 cm van het uiteinde met het omwikkelen van de spijker met het koperdraad. Maak mooie windingen die netjes naast elkaar dezelfde kant opgedraaid liggen. Anders krijg je geen magnetisch </w:t>
      </w:r>
      <w:r w:rsidRPr="000763C0">
        <w:rPr>
          <w:sz w:val="20"/>
          <w:szCs w:val="20"/>
          <w:u w:val="none"/>
          <w:lang w:val="nl-NL"/>
        </w:rPr>
        <w:t>veld.</w:t>
      </w:r>
      <w:r w:rsidRPr="000763C0">
        <w:rPr>
          <w:sz w:val="20"/>
          <w:szCs w:val="20"/>
          <w:u w:val="none"/>
          <w:lang w:val="nl-NL"/>
        </w:rPr>
        <w:t xml:space="preserve"> De windingen moeten elkaar raken, maar niet overlappen. Stop 20 cm voor het uiteinde met wikkelen. Knip een stukje plakband af en plak dit uiteinde vast aan de minpool van de batterij. </w:t>
      </w:r>
    </w:p>
    <w:p w14:paraId="60A09D90" w14:textId="127FCCF0" w:rsidR="000763C0" w:rsidRPr="000763C0" w:rsidRDefault="000763C0" w:rsidP="000763C0">
      <w:pPr>
        <w:pStyle w:val="Default"/>
        <w:rPr>
          <w:sz w:val="20"/>
          <w:szCs w:val="20"/>
          <w:u w:val="none"/>
          <w:lang w:val="nl-NL"/>
        </w:rPr>
      </w:pPr>
      <w:r w:rsidRPr="000763C0">
        <w:rPr>
          <w:sz w:val="20"/>
          <w:szCs w:val="20"/>
          <w:u w:val="none"/>
          <w:lang w:val="nl-NL"/>
        </w:rPr>
        <w:t xml:space="preserve">Leg alles behalve de spijker in het plastic bakje. Als het goed gaat is de spijker nu magnetisch en kun je de paperclips ermee oppakken. </w:t>
      </w:r>
    </w:p>
    <w:p w14:paraId="5AB6B114" w14:textId="77777777" w:rsidR="000763C0" w:rsidRPr="000763C0" w:rsidRDefault="000763C0" w:rsidP="000763C0">
      <w:pPr>
        <w:pStyle w:val="Default"/>
        <w:rPr>
          <w:sz w:val="20"/>
          <w:szCs w:val="20"/>
          <w:u w:val="none"/>
          <w:lang w:val="nl-NL"/>
        </w:rPr>
      </w:pPr>
    </w:p>
    <w:p w14:paraId="0CC98CE2" w14:textId="77777777" w:rsidR="000763C0" w:rsidRPr="000763C0" w:rsidRDefault="000763C0" w:rsidP="000763C0">
      <w:pPr>
        <w:pStyle w:val="Default"/>
        <w:rPr>
          <w:sz w:val="20"/>
          <w:szCs w:val="20"/>
          <w:u w:val="none"/>
          <w:lang w:val="nl-NL"/>
        </w:rPr>
      </w:pPr>
      <w:r w:rsidRPr="000763C0">
        <w:rPr>
          <w:sz w:val="20"/>
          <w:szCs w:val="20"/>
          <w:u w:val="none"/>
          <w:lang w:val="nl-NL"/>
        </w:rPr>
        <w:t xml:space="preserve">Als je de magneet krachtiger wilt maken kun je 2 dingen doen: </w:t>
      </w:r>
    </w:p>
    <w:p w14:paraId="2B2E7F56" w14:textId="77777777" w:rsidR="000763C0" w:rsidRPr="000763C0" w:rsidRDefault="000763C0" w:rsidP="000763C0">
      <w:pPr>
        <w:pStyle w:val="Default"/>
        <w:rPr>
          <w:sz w:val="20"/>
          <w:szCs w:val="20"/>
          <w:u w:val="none"/>
          <w:lang w:val="nl-NL"/>
        </w:rPr>
      </w:pPr>
      <w:r w:rsidRPr="000763C0">
        <w:rPr>
          <w:sz w:val="20"/>
          <w:szCs w:val="20"/>
          <w:u w:val="none"/>
          <w:lang w:val="nl-NL"/>
        </w:rPr>
        <w:t xml:space="preserve">Meer windingen maken om de spijker door een langere draad te gebruiken. </w:t>
      </w:r>
    </w:p>
    <w:p w14:paraId="299190F4" w14:textId="24F9D820" w:rsidR="000763C0" w:rsidRPr="000763C0" w:rsidRDefault="000763C0" w:rsidP="000763C0">
      <w:pPr>
        <w:pStyle w:val="NoSpacing"/>
        <w:rPr>
          <w:b w:val="0"/>
          <w:bCs w:val="0"/>
          <w:sz w:val="20"/>
          <w:szCs w:val="20"/>
        </w:rPr>
      </w:pPr>
      <w:r w:rsidRPr="000763C0">
        <w:rPr>
          <w:b w:val="0"/>
          <w:bCs w:val="0"/>
          <w:sz w:val="20"/>
          <w:szCs w:val="20"/>
        </w:rPr>
        <w:t xml:space="preserve">Meer batterijen </w:t>
      </w:r>
      <w:r w:rsidRPr="000763C0">
        <w:rPr>
          <w:b w:val="0"/>
          <w:bCs w:val="0"/>
          <w:sz w:val="20"/>
          <w:szCs w:val="20"/>
        </w:rPr>
        <w:t>gebruiken.</w:t>
      </w:r>
      <w:r w:rsidRPr="000763C0">
        <w:rPr>
          <w:b w:val="0"/>
          <w:bCs w:val="0"/>
          <w:sz w:val="20"/>
          <w:szCs w:val="20"/>
        </w:rPr>
        <w:t xml:space="preserve"> Schakel de batterijen in serie door de min en plus polen met elkaar te verbinden. Je kunt ook met een sterkere batterij werken zoals een autoaccu.</w:t>
      </w:r>
    </w:p>
    <w:p w14:paraId="73B0A545" w14:textId="1CB0E08C" w:rsidR="000763C0" w:rsidRPr="000763C0" w:rsidRDefault="000763C0" w:rsidP="000763C0">
      <w:pPr>
        <w:pStyle w:val="NoSpacing"/>
        <w:rPr>
          <w:b w:val="0"/>
          <w:bCs w:val="0"/>
          <w:sz w:val="20"/>
          <w:szCs w:val="20"/>
        </w:rPr>
      </w:pPr>
    </w:p>
    <w:p w14:paraId="3BFA6920" w14:textId="77777777" w:rsidR="000763C0" w:rsidRPr="000763C0" w:rsidRDefault="000763C0" w:rsidP="000763C0">
      <w:pPr>
        <w:pStyle w:val="NoSpacing"/>
        <w:rPr>
          <w:sz w:val="20"/>
          <w:szCs w:val="20"/>
        </w:rPr>
      </w:pPr>
    </w:p>
    <w:p w14:paraId="553AFBED" w14:textId="77777777" w:rsidR="000763C0" w:rsidRPr="000763C0" w:rsidRDefault="000763C0" w:rsidP="000763C0">
      <w:pPr>
        <w:pStyle w:val="NoSpacing"/>
        <w:rPr>
          <w:b w:val="0"/>
          <w:bCs w:val="0"/>
          <w:sz w:val="20"/>
          <w:szCs w:val="20"/>
        </w:rPr>
      </w:pPr>
      <w:r w:rsidRPr="000763C0">
        <w:rPr>
          <w:sz w:val="20"/>
          <w:szCs w:val="20"/>
        </w:rPr>
        <w:t>Benodigdheden</w:t>
      </w:r>
    </w:p>
    <w:p w14:paraId="42C4D56C" w14:textId="77777777" w:rsidR="000763C0" w:rsidRPr="000763C0" w:rsidRDefault="000763C0" w:rsidP="000763C0">
      <w:pPr>
        <w:pStyle w:val="NoSpacing"/>
        <w:numPr>
          <w:ilvl w:val="0"/>
          <w:numId w:val="1"/>
        </w:numPr>
        <w:rPr>
          <w:sz w:val="20"/>
          <w:szCs w:val="20"/>
        </w:rPr>
      </w:pPr>
      <w:r w:rsidRPr="000763C0">
        <w:rPr>
          <w:b w:val="0"/>
          <w:bCs w:val="0"/>
          <w:sz w:val="20"/>
          <w:szCs w:val="20"/>
        </w:rPr>
        <w:t>Grote ijzeren spijker per scout</w:t>
      </w:r>
    </w:p>
    <w:p w14:paraId="09FAC525" w14:textId="14CA665F" w:rsidR="000763C0" w:rsidRPr="000763C0" w:rsidRDefault="000763C0" w:rsidP="000763C0">
      <w:pPr>
        <w:pStyle w:val="NoSpacing"/>
        <w:numPr>
          <w:ilvl w:val="0"/>
          <w:numId w:val="1"/>
        </w:numPr>
        <w:rPr>
          <w:sz w:val="20"/>
          <w:szCs w:val="20"/>
        </w:rPr>
      </w:pPr>
      <w:r w:rsidRPr="000763C0">
        <w:rPr>
          <w:b w:val="0"/>
          <w:bCs w:val="0"/>
          <w:sz w:val="20"/>
          <w:szCs w:val="20"/>
        </w:rPr>
        <w:t>1 meter geïsoleerd koperdraad per scout</w:t>
      </w:r>
    </w:p>
    <w:p w14:paraId="1258A287" w14:textId="77777777" w:rsidR="000763C0" w:rsidRPr="000763C0" w:rsidRDefault="000763C0" w:rsidP="000763C0">
      <w:pPr>
        <w:pStyle w:val="NoSpacing"/>
        <w:numPr>
          <w:ilvl w:val="0"/>
          <w:numId w:val="1"/>
        </w:numPr>
        <w:rPr>
          <w:sz w:val="20"/>
          <w:szCs w:val="20"/>
        </w:rPr>
      </w:pPr>
      <w:r w:rsidRPr="000763C0">
        <w:rPr>
          <w:b w:val="0"/>
          <w:bCs w:val="0"/>
          <w:sz w:val="20"/>
          <w:szCs w:val="20"/>
        </w:rPr>
        <w:t>Striptang</w:t>
      </w:r>
    </w:p>
    <w:p w14:paraId="751A1411" w14:textId="77777777" w:rsidR="000763C0" w:rsidRPr="000763C0" w:rsidRDefault="000763C0" w:rsidP="000763C0">
      <w:pPr>
        <w:pStyle w:val="NoSpacing"/>
        <w:numPr>
          <w:ilvl w:val="0"/>
          <w:numId w:val="1"/>
        </w:numPr>
        <w:rPr>
          <w:sz w:val="20"/>
          <w:szCs w:val="20"/>
        </w:rPr>
      </w:pPr>
      <w:r w:rsidRPr="000763C0">
        <w:rPr>
          <w:b w:val="0"/>
          <w:bCs w:val="0"/>
          <w:sz w:val="20"/>
          <w:szCs w:val="20"/>
        </w:rPr>
        <w:t>D-cel batterij per scout</w:t>
      </w:r>
    </w:p>
    <w:p w14:paraId="30ABA222" w14:textId="77777777" w:rsidR="000763C0" w:rsidRPr="000763C0" w:rsidRDefault="000763C0" w:rsidP="000763C0">
      <w:pPr>
        <w:pStyle w:val="NoSpacing"/>
        <w:numPr>
          <w:ilvl w:val="0"/>
          <w:numId w:val="1"/>
        </w:numPr>
        <w:rPr>
          <w:sz w:val="20"/>
          <w:szCs w:val="20"/>
        </w:rPr>
      </w:pPr>
      <w:r w:rsidRPr="000763C0">
        <w:rPr>
          <w:b w:val="0"/>
          <w:bCs w:val="0"/>
          <w:sz w:val="20"/>
          <w:szCs w:val="20"/>
        </w:rPr>
        <w:t>Paperclips</w:t>
      </w:r>
    </w:p>
    <w:p w14:paraId="49BCC074" w14:textId="77777777" w:rsidR="000763C0" w:rsidRPr="000763C0" w:rsidRDefault="000763C0" w:rsidP="000763C0">
      <w:pPr>
        <w:pStyle w:val="NoSpacing"/>
        <w:numPr>
          <w:ilvl w:val="0"/>
          <w:numId w:val="1"/>
        </w:numPr>
        <w:rPr>
          <w:sz w:val="20"/>
          <w:szCs w:val="20"/>
        </w:rPr>
      </w:pPr>
      <w:r w:rsidRPr="000763C0">
        <w:rPr>
          <w:b w:val="0"/>
          <w:bCs w:val="0"/>
          <w:sz w:val="20"/>
          <w:szCs w:val="20"/>
        </w:rPr>
        <w:t>Plakband</w:t>
      </w:r>
    </w:p>
    <w:p w14:paraId="2729A086" w14:textId="33615C50" w:rsidR="000763C0" w:rsidRPr="000763C0" w:rsidRDefault="000763C0" w:rsidP="000763C0">
      <w:pPr>
        <w:pStyle w:val="NoSpacing"/>
        <w:numPr>
          <w:ilvl w:val="0"/>
          <w:numId w:val="1"/>
        </w:numPr>
        <w:rPr>
          <w:sz w:val="20"/>
          <w:szCs w:val="20"/>
        </w:rPr>
      </w:pPr>
      <w:r w:rsidRPr="000763C0">
        <w:rPr>
          <w:b w:val="0"/>
          <w:bCs w:val="0"/>
          <w:sz w:val="20"/>
          <w:szCs w:val="20"/>
        </w:rPr>
        <w:t>Plastic bakje per scout</w:t>
      </w:r>
    </w:p>
    <w:p w14:paraId="7A228D75" w14:textId="391F31D2" w:rsidR="002E3F29" w:rsidRPr="000763C0" w:rsidRDefault="000763C0" w:rsidP="000763C0">
      <w:pPr>
        <w:pStyle w:val="NoSpacing"/>
        <w:numPr>
          <w:ilvl w:val="0"/>
          <w:numId w:val="1"/>
        </w:numPr>
        <w:rPr>
          <w:sz w:val="20"/>
          <w:szCs w:val="20"/>
        </w:rPr>
      </w:pPr>
      <w:r w:rsidRPr="000763C0">
        <w:rPr>
          <w:b w:val="0"/>
          <w:bCs w:val="0"/>
          <w:sz w:val="20"/>
          <w:szCs w:val="20"/>
        </w:rPr>
        <w:t>Schaar</w:t>
      </w:r>
    </w:p>
    <w:sectPr w:rsidR="002E3F29" w:rsidRPr="000763C0" w:rsidSect="006A25F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9973CE" w14:textId="77777777" w:rsidR="00875B7C" w:rsidRDefault="00875B7C" w:rsidP="002E3F29">
      <w:pPr>
        <w:spacing w:after="0" w:line="240" w:lineRule="auto"/>
      </w:pPr>
      <w:r>
        <w:separator/>
      </w:r>
    </w:p>
  </w:endnote>
  <w:endnote w:type="continuationSeparator" w:id="0">
    <w:p w14:paraId="2FD74948" w14:textId="77777777" w:rsidR="00875B7C" w:rsidRDefault="00875B7C"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FA116B" w14:textId="77777777" w:rsidR="00875B7C" w:rsidRDefault="00875B7C" w:rsidP="002E3F29">
      <w:pPr>
        <w:spacing w:after="0" w:line="240" w:lineRule="auto"/>
      </w:pPr>
      <w:r>
        <w:separator/>
      </w:r>
    </w:p>
  </w:footnote>
  <w:footnote w:type="continuationSeparator" w:id="0">
    <w:p w14:paraId="568317E9" w14:textId="77777777" w:rsidR="00875B7C" w:rsidRDefault="00875B7C"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57AF53E2"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763C0">
      <w:rPr>
        <w:color w:val="FFFFFF" w:themeColor="background1"/>
      </w:rPr>
      <w:t>2017</w:t>
    </w:r>
  </w:p>
  <w:p w14:paraId="21C36FFE" w14:textId="7E262175" w:rsidR="002E3F29" w:rsidRPr="008B23FF" w:rsidRDefault="000763C0" w:rsidP="002E3F29">
    <w:pPr>
      <w:pStyle w:val="Title"/>
      <w:rPr>
        <w:color w:val="FFFFFF" w:themeColor="background1"/>
      </w:rPr>
    </w:pPr>
    <w:r>
      <w:rPr>
        <w:color w:val="FFFFFF" w:themeColor="background1"/>
      </w:rPr>
      <w:t>Elektromagneet maken</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7A3B5D"/>
    <w:multiLevelType w:val="hybridMultilevel"/>
    <w:tmpl w:val="96A6FFFC"/>
    <w:lvl w:ilvl="0" w:tplc="0F765F8C">
      <w:numFmt w:val="bullet"/>
      <w:lvlText w:val=""/>
      <w:lvlJc w:val="left"/>
      <w:pPr>
        <w:ind w:left="720" w:hanging="360"/>
      </w:pPr>
      <w:rPr>
        <w:rFonts w:ascii="Symbol" w:eastAsiaTheme="minorHAnsi" w:hAnsi="Symbol" w:cstheme="minorBid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1730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63C0"/>
    <w:rsid w:val="001068AA"/>
    <w:rsid w:val="002E3F29"/>
    <w:rsid w:val="00302AD2"/>
    <w:rsid w:val="004F1D93"/>
    <w:rsid w:val="005153E6"/>
    <w:rsid w:val="005837D4"/>
    <w:rsid w:val="005E31B0"/>
    <w:rsid w:val="00656311"/>
    <w:rsid w:val="006A25F9"/>
    <w:rsid w:val="006D1E8C"/>
    <w:rsid w:val="00790541"/>
    <w:rsid w:val="00835635"/>
    <w:rsid w:val="00875B7C"/>
    <w:rsid w:val="008D301C"/>
    <w:rsid w:val="00940BE5"/>
    <w:rsid w:val="009839E5"/>
    <w:rsid w:val="00A15E9C"/>
    <w:rsid w:val="00CC37B9"/>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0763C0"/>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0763C0"/>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2</TotalTime>
  <Pages>1</Pages>
  <Words>286</Words>
  <Characters>1631</Characters>
  <Application>Microsoft Office Word</Application>
  <DocSecurity>0</DocSecurity>
  <Lines>13</Lines>
  <Paragraphs>3</Paragraphs>
  <ScaleCrop>false</ScaleCrop>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2</cp:revision>
  <dcterms:created xsi:type="dcterms:W3CDTF">2025-09-03T09:06:00Z</dcterms:created>
  <dcterms:modified xsi:type="dcterms:W3CDTF">2025-09-04T09:12:00Z</dcterms:modified>
</cp:coreProperties>
</file>